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C792C" w14:textId="77777777" w:rsidR="00D44239" w:rsidRDefault="00B62857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0E316F12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97EB01A" w14:textId="77777777" w:rsidR="00BC04C5" w:rsidRPr="002D1A2C" w:rsidRDefault="00B62857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2C368F84" w14:textId="77777777" w:rsidR="00BC04C5" w:rsidRPr="002D1A2C" w:rsidRDefault="00BC04C5">
      <w:pPr>
        <w:rPr>
          <w:rFonts w:ascii="Arial" w:hAnsi="Arial" w:cs="Arial"/>
        </w:rPr>
      </w:pPr>
    </w:p>
    <w:p w14:paraId="442C8C07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1F18" w14:paraId="5AF5DA0D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C04B08C" w14:textId="1D8E472E" w:rsidR="00D8160F" w:rsidRPr="0015050E" w:rsidRDefault="00B62857" w:rsidP="00D41A42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VZ35</w:t>
            </w:r>
            <w:bookmarkStart w:id="0" w:name="_GoBack"/>
            <w:r w:rsidR="00685A89">
              <w:rPr>
                <w:rFonts w:ascii="Arial" w:hAnsi="Arial" w:cs="Arial"/>
                <w:b/>
                <w:sz w:val="20"/>
                <w:szCs w:val="20"/>
              </w:rPr>
              <w:t>/</w:t>
            </w:r>
            <w:bookmarkEnd w:id="0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AdMeter</w:t>
            </w:r>
          </w:p>
        </w:tc>
      </w:tr>
      <w:tr w:rsidR="009C1F18" w14:paraId="37F5074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4BB13D8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E2434E2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1F18" w14:paraId="4DD8FF0E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E0DADFF" w14:textId="77777777" w:rsidR="00B9440E" w:rsidRPr="00447B8F" w:rsidRDefault="00B62857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1F18" w14:paraId="2F395562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BD99C0" w14:textId="77777777" w:rsidR="00B9440E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3CC0102D" w14:textId="77777777" w:rsidR="00B9440E" w:rsidRPr="00447B8F" w:rsidRDefault="00B6285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1F18" w14:paraId="7F6F21A4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58D4B92" w14:textId="77777777" w:rsidR="00B9440E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898F801" w14:textId="77777777" w:rsidR="00B9440E" w:rsidRPr="00447B8F" w:rsidRDefault="00B6285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1F18" w14:paraId="20ACCE2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56A8444" w14:textId="77777777" w:rsidR="00B9440E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2610FED" w14:textId="77777777" w:rsidR="00B9440E" w:rsidRPr="00447B8F" w:rsidRDefault="00B6285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6DFDA6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1F18" w14:paraId="789138C8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36A87B5C" w14:textId="77777777" w:rsidR="001132CC" w:rsidRPr="00447B8F" w:rsidRDefault="00B62857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1F18" w14:paraId="492C69C9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763C51FB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0321F7CF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421AC383" w14:textId="77777777" w:rsidTr="001137C9">
        <w:trPr>
          <w:cantSplit/>
          <w:trHeight w:val="227"/>
        </w:trPr>
        <w:tc>
          <w:tcPr>
            <w:tcW w:w="3686" w:type="dxa"/>
          </w:tcPr>
          <w:p w14:paraId="47E31698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DE69624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4E7D7FEC" w14:textId="77777777" w:rsidTr="001137C9">
        <w:trPr>
          <w:cantSplit/>
          <w:trHeight w:val="227"/>
        </w:trPr>
        <w:tc>
          <w:tcPr>
            <w:tcW w:w="3686" w:type="dxa"/>
          </w:tcPr>
          <w:p w14:paraId="17CB49BD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CD8A6A2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49D42595" w14:textId="77777777" w:rsidTr="001137C9">
        <w:trPr>
          <w:cantSplit/>
          <w:trHeight w:val="227"/>
        </w:trPr>
        <w:tc>
          <w:tcPr>
            <w:tcW w:w="3686" w:type="dxa"/>
          </w:tcPr>
          <w:p w14:paraId="3FA1704E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F5E2592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2B028DF7" w14:textId="77777777" w:rsidTr="001137C9">
        <w:trPr>
          <w:cantSplit/>
          <w:trHeight w:val="227"/>
        </w:trPr>
        <w:tc>
          <w:tcPr>
            <w:tcW w:w="3686" w:type="dxa"/>
          </w:tcPr>
          <w:p w14:paraId="6AB2B345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4945EB7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7A48143E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1C0CFD65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961DC2A" w14:textId="77777777" w:rsidR="001132CC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1F18" w14:paraId="5511419B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3D7853" w14:textId="77777777" w:rsidR="00D80188" w:rsidRPr="00447B8F" w:rsidRDefault="00B6285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33DCDE9" w14:textId="77777777" w:rsidR="004F14F4" w:rsidRPr="00447B8F" w:rsidRDefault="00B62857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120EA89C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57671F38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2A258A2D" w14:textId="77777777" w:rsidR="001132CC" w:rsidRPr="00447B8F" w:rsidRDefault="00B62857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D32AA39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1BB950A9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F5811E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0B48338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081AD82F" w14:textId="77777777" w:rsidR="00111F86" w:rsidRPr="00447B8F" w:rsidRDefault="00B62857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08E43894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4E03030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7A566E5" w14:textId="77777777"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62162AC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9D31502" w14:textId="77777777" w:rsidR="00593E12" w:rsidRPr="00447B8F" w:rsidRDefault="00B62857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1D9D43A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CAFA17D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8D3323E" w14:textId="77777777" w:rsidR="001648E6" w:rsidRPr="00447B8F" w:rsidRDefault="00B62857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593B5BD9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553F8041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00281116" w14:textId="77777777" w:rsidR="00D44239" w:rsidRPr="00447B8F" w:rsidRDefault="00B62857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293B8" w14:textId="77777777" w:rsidR="00EC6A6B" w:rsidRDefault="00EC6A6B">
      <w:r>
        <w:separator/>
      </w:r>
    </w:p>
  </w:endnote>
  <w:endnote w:type="continuationSeparator" w:id="0">
    <w:p w14:paraId="0087629A" w14:textId="77777777" w:rsidR="00EC6A6B" w:rsidRDefault="00EC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27F7" w14:textId="77777777" w:rsidR="003D5020" w:rsidRDefault="00B62857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1C341B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763FB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54AAD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7AB3F" w14:textId="77777777" w:rsidR="00EC6A6B" w:rsidRDefault="00EC6A6B">
      <w:r>
        <w:separator/>
      </w:r>
    </w:p>
  </w:footnote>
  <w:footnote w:type="continuationSeparator" w:id="0">
    <w:p w14:paraId="235EB429" w14:textId="77777777" w:rsidR="00EC6A6B" w:rsidRDefault="00EC6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244DD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2D547" w14:textId="77777777" w:rsidR="00D44239" w:rsidRDefault="00D44239" w:rsidP="008D7673">
    <w:pPr>
      <w:pStyle w:val="Zhlav"/>
      <w:jc w:val="center"/>
      <w:rPr>
        <w:b/>
      </w:rPr>
    </w:pPr>
  </w:p>
  <w:p w14:paraId="16ECF4D0" w14:textId="77777777" w:rsidR="00D44239" w:rsidRDefault="00D44239" w:rsidP="008D7673">
    <w:pPr>
      <w:pStyle w:val="Zhlav"/>
      <w:jc w:val="center"/>
      <w:rPr>
        <w:b/>
      </w:rPr>
    </w:pPr>
  </w:p>
  <w:p w14:paraId="1B789852" w14:textId="77777777" w:rsidR="003D5020" w:rsidRPr="001137C9" w:rsidRDefault="00B62857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6AD4096" wp14:editId="5F93704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47811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F46B0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FE0BB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96ABF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D48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8F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B827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3CE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B6B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A07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69EDAC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454505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CCAFF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6186E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CC2A2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59469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0EC4C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13E70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769B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DF6B8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9E11B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8F0FF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DF4CF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4A059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71CAC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D0A5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9C6B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87A5A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7CEA8EC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D9ED14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5DB416A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C2C63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387EA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C3029F2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C4E221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8DB6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002B43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262FB2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F4282C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6BA771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CB053C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4103AC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748309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A88D37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6E872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43E85C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D74FA9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70A063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8BFA6F9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D1659B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E5C311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D480F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B2C77C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81256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A1CB55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11E27DB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A780C6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AD0E43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AA40CE4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9B2706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99EEE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B8869F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3A4642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C1219D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3334B0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568CF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B36D15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18A241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FE6F0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BA613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3C235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BC6A89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F84FC2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30235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78A7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C0F26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B6B7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0F6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6453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98CF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B220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9E42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A64A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98FB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5D18E90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74005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362CA6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544E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8A2184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D14EF7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0C6D5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20259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45C37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92F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26C36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88CC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C85B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F746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9A68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66D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499073A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1009FB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78E44BC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2E803CC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93675A2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0C9D2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B93CE65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6C6E38B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09CFF7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9BF0EE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61C8A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1FCF5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BA401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64486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E56DD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BD6B8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0721D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6D64E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A8E695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3A38FFC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384B73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A24019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7928B5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AC62AF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512BC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26055F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9645C2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8D64DD5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FC2F3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7C9B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77844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CAD2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524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30E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6CF3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14C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93E22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58F6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40EEE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4406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D2B7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B0E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A87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0435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AEED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24949D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C23D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30EC60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BBE6A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7103AA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BE0C7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398D67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68069D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DD2284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DDA81CF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C6A09B7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9A69FFA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A5FC617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F346C7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6FE0B3A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89C6B9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48CE3B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236EA46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E37ED98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6FD235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6B62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78D7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F0A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18E9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7A70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5CD4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4AFC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8132C7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1AAD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787B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CAD6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F432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0F202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602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2C4F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9247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5A0626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3C16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A217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2F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58D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AA2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962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0C3E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86DC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5305FB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86AC01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249C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546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801E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30FA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C81D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962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C862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FC7E1E4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E1221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AA96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9C6C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B65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5E5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712E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801F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20E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8B0E2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062C5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D65B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74CD7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4004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D87B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1ACDD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A8B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0265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BAECA5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13AAE36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550992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D6B2EC0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C64A96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6EA847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ED6628E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60E855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6FC407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07660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D0C229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AFEB25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724643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A0C275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C7CD0B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F86699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2E664E5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EEA0195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76C240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12CDCD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D5E9B2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4E2CEF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5242CF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6DE98B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11C5DA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DFE4DA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540624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4648E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B29F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F6C1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360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46B3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DD64B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E10D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02E1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3076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2398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85A89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1F18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2857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1A42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6A6B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54CF33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15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Surovcová Klára</cp:lastModifiedBy>
  <cp:revision>7</cp:revision>
  <cp:lastPrinted>2018-04-18T10:56:00Z</cp:lastPrinted>
  <dcterms:created xsi:type="dcterms:W3CDTF">2019-06-04T09:28:00Z</dcterms:created>
  <dcterms:modified xsi:type="dcterms:W3CDTF">2021-11-13T08:36:00Z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